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0DD" w:rsidRPr="006640DD" w:rsidRDefault="006640DD" w:rsidP="0023666C">
      <w:pPr>
        <w:rPr>
          <w:rFonts w:cs="Arial"/>
          <w:b/>
          <w:sz w:val="16"/>
          <w:szCs w:val="16"/>
        </w:rPr>
      </w:pPr>
    </w:p>
    <w:p w:rsidR="00961C27" w:rsidRPr="006640DD" w:rsidRDefault="00961C27" w:rsidP="0023666C">
      <w:pPr>
        <w:rPr>
          <w:rFonts w:cs="Arial"/>
          <w:b/>
          <w:sz w:val="52"/>
          <w:szCs w:val="52"/>
        </w:rPr>
      </w:pPr>
      <w:r w:rsidRPr="006640DD">
        <w:rPr>
          <w:rFonts w:cs="Arial"/>
          <w:b/>
          <w:noProof/>
          <w:color w:val="FFFFFF"/>
          <w:sz w:val="52"/>
          <w:szCs w:val="52"/>
          <w:lang w:eastAsia="de-DE"/>
        </w:rPr>
        <w:drawing>
          <wp:anchor distT="0" distB="0" distL="114300" distR="114300" simplePos="0" relativeHeight="251658240" behindDoc="0" locked="0" layoutInCell="1" allowOverlap="1" wp14:anchorId="1387BC0E" wp14:editId="59461856">
            <wp:simplePos x="0" y="0"/>
            <wp:positionH relativeFrom="column">
              <wp:posOffset>3168196</wp:posOffset>
            </wp:positionH>
            <wp:positionV relativeFrom="paragraph">
              <wp:posOffset>181</wp:posOffset>
            </wp:positionV>
            <wp:extent cx="3046095" cy="1522730"/>
            <wp:effectExtent l="0" t="0" r="1905" b="1270"/>
            <wp:wrapThrough wrapText="bothSides">
              <wp:wrapPolygon edited="0">
                <wp:start x="0" y="0"/>
                <wp:lineTo x="0" y="21348"/>
                <wp:lineTo x="21478" y="21348"/>
                <wp:lineTo x="21478" y="0"/>
                <wp:lineTo x="0" y="0"/>
              </wp:wrapPolygon>
            </wp:wrapThrough>
            <wp:docPr id="1" name="Grafik 1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EB1" w:rsidRPr="006640DD">
        <w:rPr>
          <w:rFonts w:cs="Arial"/>
          <w:b/>
          <w:sz w:val="52"/>
          <w:szCs w:val="52"/>
        </w:rPr>
        <w:t>Smartphone</w:t>
      </w:r>
    </w:p>
    <w:p w:rsidR="006A5FE8" w:rsidRPr="006640DD" w:rsidRDefault="00961C27" w:rsidP="00961C27">
      <w:pPr>
        <w:pStyle w:val="Listenabsatz"/>
        <w:numPr>
          <w:ilvl w:val="0"/>
          <w:numId w:val="2"/>
        </w:numPr>
        <w:jc w:val="both"/>
        <w:rPr>
          <w:rFonts w:cs="Arial"/>
          <w:b/>
          <w:sz w:val="36"/>
        </w:rPr>
      </w:pPr>
      <w:r w:rsidRPr="006640DD">
        <w:rPr>
          <w:rFonts w:cs="Arial"/>
          <w:b/>
          <w:sz w:val="36"/>
        </w:rPr>
        <w:t xml:space="preserve"> </w:t>
      </w:r>
      <w:r w:rsidR="00BC595C" w:rsidRPr="006640DD">
        <w:rPr>
          <w:rFonts w:cs="Arial"/>
          <w:b/>
          <w:sz w:val="36"/>
        </w:rPr>
        <w:t>Wie viel Geld geben alle Südtiroler und Südtirolerinnen jährlich für das Handy aus?</w:t>
      </w:r>
    </w:p>
    <w:p w:rsidR="00961C27" w:rsidRPr="006640DD" w:rsidRDefault="00961C27">
      <w:pPr>
        <w:rPr>
          <w:rFonts w:cs="Arial"/>
          <w:sz w:val="16"/>
          <w:szCs w:val="16"/>
          <w:u w:val="single"/>
        </w:rPr>
      </w:pPr>
      <w:bookmarkStart w:id="0" w:name="_GoBack"/>
      <w:bookmarkEnd w:id="0"/>
    </w:p>
    <w:p w:rsidR="00BC595C" w:rsidRPr="006640DD" w:rsidRDefault="00BC595C">
      <w:pPr>
        <w:rPr>
          <w:rFonts w:cs="Arial"/>
          <w:sz w:val="24"/>
          <w:szCs w:val="24"/>
          <w:u w:val="single"/>
        </w:rPr>
      </w:pPr>
      <w:r w:rsidRPr="006640DD">
        <w:rPr>
          <w:rFonts w:cs="Arial"/>
          <w:sz w:val="24"/>
          <w:szCs w:val="24"/>
          <w:u w:val="single"/>
        </w:rPr>
        <w:t>Relevante Daten:</w:t>
      </w:r>
    </w:p>
    <w:p w:rsidR="00BC595C" w:rsidRPr="006640DD" w:rsidRDefault="00BC595C" w:rsidP="00BC595C">
      <w:pPr>
        <w:pStyle w:val="Listenabsatz"/>
        <w:numPr>
          <w:ilvl w:val="0"/>
          <w:numId w:val="1"/>
        </w:numPr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Einwohner Südtirols:</w:t>
      </w:r>
    </w:p>
    <w:p w:rsidR="00BC595C" w:rsidRPr="006640DD" w:rsidRDefault="00BC595C" w:rsidP="00BC595C">
      <w:pPr>
        <w:ind w:left="708"/>
        <w:rPr>
          <w:rFonts w:cs="Arial"/>
          <w:color w:val="1C1D21"/>
          <w:sz w:val="24"/>
          <w:szCs w:val="24"/>
        </w:rPr>
      </w:pPr>
      <w:r w:rsidRPr="006640DD">
        <w:rPr>
          <w:rFonts w:cs="Arial"/>
          <w:color w:val="1C1D21"/>
          <w:sz w:val="24"/>
          <w:szCs w:val="24"/>
        </w:rPr>
        <w:t xml:space="preserve">Am 30.06.2018 zählt Südtirols Wohnbevölkerung 528.918 Personen. </w:t>
      </w:r>
      <w:hyperlink r:id="rId8" w:history="1">
        <w:r w:rsidRPr="006640DD">
          <w:rPr>
            <w:rStyle w:val="Hyperlink"/>
            <w:rFonts w:cs="Arial"/>
            <w:sz w:val="24"/>
            <w:szCs w:val="24"/>
          </w:rPr>
          <w:t>http://astat.provinz.bz.it/de/aktuelles-publikationen-info.asp?news_action=4&amp;news_article_id=618763</w:t>
        </w:r>
      </w:hyperlink>
      <w:r w:rsidRPr="006640DD">
        <w:rPr>
          <w:rFonts w:cs="Arial"/>
          <w:color w:val="1C1D21"/>
          <w:sz w:val="24"/>
          <w:szCs w:val="24"/>
        </w:rPr>
        <w:t xml:space="preserve"> (15.11.18)</w:t>
      </w:r>
    </w:p>
    <w:p w:rsidR="00BC595C" w:rsidRPr="006640DD" w:rsidRDefault="00BC595C" w:rsidP="00BC595C">
      <w:pPr>
        <w:pStyle w:val="Listenabsatz"/>
        <w:numPr>
          <w:ilvl w:val="0"/>
          <w:numId w:val="1"/>
        </w:numPr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Wer hat ein Handy?</w:t>
      </w:r>
    </w:p>
    <w:p w:rsidR="00BC595C" w:rsidRPr="006640DD" w:rsidRDefault="00BC595C" w:rsidP="00BC595C">
      <w:pPr>
        <w:ind w:left="708"/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Beachtet werden muss, dass Kleinkinder und viele Senioren kein Ha</w:t>
      </w:r>
      <w:r w:rsidR="00CC7388" w:rsidRPr="006640DD">
        <w:rPr>
          <w:rFonts w:cs="Arial"/>
          <w:sz w:val="24"/>
          <w:szCs w:val="24"/>
        </w:rPr>
        <w:t>ndy haben. Zudem haben manche vielleicht</w:t>
      </w:r>
      <w:r w:rsidRPr="006640DD">
        <w:rPr>
          <w:rFonts w:cs="Arial"/>
          <w:sz w:val="24"/>
          <w:szCs w:val="24"/>
        </w:rPr>
        <w:t xml:space="preserve"> zwei Handys.</w:t>
      </w:r>
    </w:p>
    <w:p w:rsidR="00BC595C" w:rsidRPr="006640DD" w:rsidRDefault="00BC595C" w:rsidP="00BC595C">
      <w:pPr>
        <w:pStyle w:val="Listenabsatz"/>
        <w:numPr>
          <w:ilvl w:val="0"/>
          <w:numId w:val="1"/>
        </w:numPr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Wie viel hoch ist ein durchschnittlicher Handytarif?</w:t>
      </w:r>
    </w:p>
    <w:p w:rsidR="00BC595C" w:rsidRPr="006640DD" w:rsidRDefault="00BC595C" w:rsidP="00BC595C">
      <w:pPr>
        <w:ind w:firstLine="708"/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ca. 10 im Monat</w:t>
      </w:r>
    </w:p>
    <w:p w:rsidR="00BC595C" w:rsidRPr="006640DD" w:rsidRDefault="00BC595C" w:rsidP="00BC595C">
      <w:pPr>
        <w:rPr>
          <w:rFonts w:cs="Arial"/>
          <w:sz w:val="16"/>
          <w:szCs w:val="16"/>
        </w:rPr>
      </w:pPr>
    </w:p>
    <w:p w:rsidR="00961C27" w:rsidRPr="006640DD" w:rsidRDefault="00961C27" w:rsidP="00961C27">
      <w:pPr>
        <w:pStyle w:val="Listenabsatz"/>
        <w:numPr>
          <w:ilvl w:val="0"/>
          <w:numId w:val="2"/>
        </w:numPr>
        <w:rPr>
          <w:rFonts w:cs="Arial"/>
          <w:b/>
          <w:sz w:val="36"/>
        </w:rPr>
      </w:pPr>
      <w:r w:rsidRPr="006640DD">
        <w:rPr>
          <w:rFonts w:cs="Arial"/>
          <w:b/>
          <w:sz w:val="36"/>
        </w:rPr>
        <w:t xml:space="preserve"> Wie v</w:t>
      </w:r>
      <w:r w:rsidR="00C95259" w:rsidRPr="006640DD">
        <w:rPr>
          <w:rFonts w:cs="Arial"/>
          <w:b/>
          <w:sz w:val="36"/>
        </w:rPr>
        <w:t xml:space="preserve">iel Zeit hat deine Klasse insgesamt im vergangenen Jahr </w:t>
      </w:r>
      <w:r w:rsidR="00200AA6" w:rsidRPr="006640DD">
        <w:rPr>
          <w:rFonts w:cs="Arial"/>
          <w:b/>
          <w:sz w:val="36"/>
        </w:rPr>
        <w:t>am</w:t>
      </w:r>
      <w:r w:rsidR="00C95259" w:rsidRPr="006640DD">
        <w:rPr>
          <w:rFonts w:cs="Arial"/>
          <w:b/>
          <w:sz w:val="36"/>
        </w:rPr>
        <w:t xml:space="preserve"> Handy verbracht? </w:t>
      </w:r>
    </w:p>
    <w:p w:rsidR="00200AA6" w:rsidRPr="006640DD" w:rsidRDefault="00200AA6" w:rsidP="00C95259">
      <w:pPr>
        <w:rPr>
          <w:rFonts w:cs="Arial"/>
          <w:sz w:val="16"/>
          <w:szCs w:val="16"/>
          <w:u w:val="single"/>
        </w:rPr>
      </w:pPr>
    </w:p>
    <w:p w:rsidR="00C95259" w:rsidRPr="006640DD" w:rsidRDefault="00C95259" w:rsidP="00C95259">
      <w:pPr>
        <w:rPr>
          <w:rFonts w:cs="Arial"/>
          <w:sz w:val="24"/>
          <w:szCs w:val="24"/>
          <w:u w:val="single"/>
        </w:rPr>
      </w:pPr>
      <w:r w:rsidRPr="006640DD">
        <w:rPr>
          <w:rFonts w:cs="Arial"/>
          <w:sz w:val="24"/>
          <w:szCs w:val="24"/>
          <w:u w:val="single"/>
        </w:rPr>
        <w:t>Relevante Informationen:</w:t>
      </w:r>
    </w:p>
    <w:p w:rsidR="00C95259" w:rsidRPr="006640DD" w:rsidRDefault="00C95259" w:rsidP="00C95259">
      <w:pPr>
        <w:pStyle w:val="Listenabsatz"/>
        <w:numPr>
          <w:ilvl w:val="0"/>
          <w:numId w:val="1"/>
        </w:numPr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Anzahl der Schüler und Schülerinnen mit einem Smartphone</w:t>
      </w:r>
    </w:p>
    <w:p w:rsidR="00C95259" w:rsidRPr="006640DD" w:rsidRDefault="00C95259" w:rsidP="00C95259">
      <w:pPr>
        <w:pStyle w:val="Listenabsatz"/>
        <w:numPr>
          <w:ilvl w:val="0"/>
          <w:numId w:val="1"/>
        </w:numPr>
        <w:ind w:left="708" w:hanging="348"/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>Täglich zeitliche Handynutzung</w:t>
      </w:r>
    </w:p>
    <w:p w:rsidR="00C95259" w:rsidRPr="006640DD" w:rsidRDefault="00C95259" w:rsidP="00C95259">
      <w:pPr>
        <w:pStyle w:val="Listenabsatz"/>
        <w:numPr>
          <w:ilvl w:val="0"/>
          <w:numId w:val="1"/>
        </w:numPr>
        <w:ind w:left="708" w:hanging="348"/>
        <w:rPr>
          <w:rFonts w:cs="Arial"/>
          <w:sz w:val="24"/>
          <w:szCs w:val="24"/>
        </w:rPr>
      </w:pPr>
      <w:r w:rsidRPr="006640DD">
        <w:rPr>
          <w:rFonts w:cs="Arial"/>
          <w:sz w:val="24"/>
          <w:szCs w:val="24"/>
        </w:rPr>
        <w:t xml:space="preserve">Befragung (Statistik) der Klasse </w:t>
      </w:r>
    </w:p>
    <w:p w:rsidR="00BC595C" w:rsidRPr="006640DD" w:rsidRDefault="00BC595C" w:rsidP="00BC595C">
      <w:pPr>
        <w:rPr>
          <w:sz w:val="16"/>
          <w:szCs w:val="16"/>
        </w:rPr>
      </w:pPr>
    </w:p>
    <w:p w:rsidR="00C95259" w:rsidRPr="006640DD" w:rsidRDefault="00C95259" w:rsidP="00C95259">
      <w:pPr>
        <w:pStyle w:val="Listenabsatz"/>
        <w:numPr>
          <w:ilvl w:val="0"/>
          <w:numId w:val="2"/>
        </w:numPr>
        <w:rPr>
          <w:rFonts w:cs="Arial"/>
          <w:b/>
          <w:sz w:val="36"/>
        </w:rPr>
      </w:pPr>
      <w:r w:rsidRPr="006640DD">
        <w:rPr>
          <w:rFonts w:cs="Arial"/>
          <w:b/>
          <w:sz w:val="36"/>
        </w:rPr>
        <w:t xml:space="preserve"> Wie viel Zeit hast du insgesamt im Leben bereits </w:t>
      </w:r>
      <w:r w:rsidR="0041028A" w:rsidRPr="006640DD">
        <w:rPr>
          <w:rFonts w:cs="Arial"/>
          <w:b/>
          <w:sz w:val="36"/>
        </w:rPr>
        <w:t>am</w:t>
      </w:r>
      <w:r w:rsidRPr="006640DD">
        <w:rPr>
          <w:rFonts w:cs="Arial"/>
          <w:b/>
          <w:sz w:val="36"/>
        </w:rPr>
        <w:t xml:space="preserve"> Handy verbracht? </w:t>
      </w:r>
    </w:p>
    <w:p w:rsidR="00135529" w:rsidRPr="006640DD" w:rsidRDefault="00135529" w:rsidP="00577480">
      <w:pPr>
        <w:rPr>
          <w:rFonts w:cs="Arial"/>
          <w:color w:val="00B050"/>
          <w:sz w:val="16"/>
          <w:szCs w:val="16"/>
        </w:rPr>
      </w:pPr>
    </w:p>
    <w:p w:rsidR="00577480" w:rsidRPr="006640DD" w:rsidRDefault="00577480" w:rsidP="00577480">
      <w:pPr>
        <w:rPr>
          <w:rFonts w:cs="Arial"/>
          <w:color w:val="00B050"/>
          <w:sz w:val="28"/>
          <w:szCs w:val="28"/>
        </w:rPr>
      </w:pPr>
      <w:r w:rsidRPr="006640DD">
        <w:rPr>
          <w:rFonts w:cs="Arial"/>
          <w:color w:val="00B050"/>
          <w:sz w:val="28"/>
          <w:szCs w:val="28"/>
        </w:rPr>
        <w:t>Zielgruppe: 1.Klasse</w:t>
      </w:r>
      <w:r w:rsidR="00135529" w:rsidRPr="006640DD">
        <w:rPr>
          <w:rFonts w:cs="Arial"/>
          <w:color w:val="00B050"/>
          <w:sz w:val="28"/>
          <w:szCs w:val="28"/>
        </w:rPr>
        <w:t xml:space="preserve"> (2.Klasse)</w:t>
      </w:r>
      <w:r w:rsidRPr="006640DD">
        <w:rPr>
          <w:rFonts w:cs="Arial"/>
          <w:color w:val="00B050"/>
          <w:sz w:val="28"/>
          <w:szCs w:val="28"/>
        </w:rPr>
        <w:t>, weiterführende Aufgabe</w:t>
      </w:r>
    </w:p>
    <w:p w:rsidR="00135529" w:rsidRPr="006640DD" w:rsidRDefault="00135529" w:rsidP="00577480">
      <w:pPr>
        <w:rPr>
          <w:rFonts w:cs="Arial"/>
          <w:color w:val="00B050"/>
          <w:sz w:val="28"/>
          <w:szCs w:val="28"/>
        </w:rPr>
      </w:pPr>
      <w:r w:rsidRPr="006640DD">
        <w:rPr>
          <w:rFonts w:cs="Arial"/>
          <w:color w:val="00B050"/>
          <w:sz w:val="28"/>
          <w:szCs w:val="28"/>
        </w:rPr>
        <w:t>Zusatz: Schüler und Schülerinnen formulieren zuerst zum Bild verschiedene mögliche Fragestellungen</w:t>
      </w:r>
    </w:p>
    <w:sectPr w:rsidR="00135529" w:rsidRPr="006640DD" w:rsidSect="00135529">
      <w:headerReference w:type="default" r:id="rId9"/>
      <w:footerReference w:type="default" r:id="rId10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F20" w:rsidRDefault="00FD7F20" w:rsidP="00FD7F20">
      <w:pPr>
        <w:spacing w:after="0" w:line="240" w:lineRule="auto"/>
      </w:pPr>
      <w:r>
        <w:separator/>
      </w:r>
    </w:p>
  </w:endnote>
  <w:endnote w:type="continuationSeparator" w:id="0">
    <w:p w:rsidR="00FD7F20" w:rsidRDefault="00FD7F20" w:rsidP="00FD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20" w:rsidRDefault="00FD7F20" w:rsidP="00FD7F20">
    <w:pPr>
      <w:pStyle w:val="Fuzeile"/>
    </w:pPr>
    <w:r>
      <w:t>Ingrid Hi</w:t>
    </w:r>
    <w:r w:rsidR="0008076B">
      <w:t xml:space="preserve">nteregger, Verena </w:t>
    </w:r>
    <w:proofErr w:type="spellStart"/>
    <w:r w:rsidR="0008076B">
      <w:t>Rofner</w:t>
    </w:r>
    <w:proofErr w:type="spellEnd"/>
    <w:r w:rsidR="0008076B">
      <w:tab/>
    </w:r>
    <w:r w:rsidR="0008076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F20" w:rsidRDefault="00FD7F20" w:rsidP="00FD7F20">
      <w:pPr>
        <w:spacing w:after="0" w:line="240" w:lineRule="auto"/>
      </w:pPr>
      <w:r>
        <w:separator/>
      </w:r>
    </w:p>
  </w:footnote>
  <w:footnote w:type="continuationSeparator" w:id="0">
    <w:p w:rsidR="00FD7F20" w:rsidRDefault="00FD7F20" w:rsidP="00FD7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20" w:rsidRDefault="008F450E" w:rsidP="00FD7F20">
    <w:pPr>
      <w:pStyle w:val="Kopfzeile"/>
      <w:jc w:val="center"/>
    </w:pPr>
    <w:r>
      <w:t>Fermi-A</w:t>
    </w:r>
    <w:r w:rsidR="00FD7F20">
      <w:t>ufgaben – Fortbildung 15.11.2018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F5589"/>
    <w:multiLevelType w:val="hybridMultilevel"/>
    <w:tmpl w:val="F10CE9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7CB7"/>
    <w:multiLevelType w:val="hybridMultilevel"/>
    <w:tmpl w:val="DCCE8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43334"/>
    <w:multiLevelType w:val="hybridMultilevel"/>
    <w:tmpl w:val="5F1C1D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934CD"/>
    <w:multiLevelType w:val="hybridMultilevel"/>
    <w:tmpl w:val="6B6438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11B9A"/>
    <w:multiLevelType w:val="hybridMultilevel"/>
    <w:tmpl w:val="34980AB8"/>
    <w:lvl w:ilvl="0" w:tplc="020E20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062D5"/>
    <w:multiLevelType w:val="hybridMultilevel"/>
    <w:tmpl w:val="5C5CA32E"/>
    <w:lvl w:ilvl="0" w:tplc="481A74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A4046"/>
    <w:multiLevelType w:val="hybridMultilevel"/>
    <w:tmpl w:val="5F1C1D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95C"/>
    <w:rsid w:val="0008076B"/>
    <w:rsid w:val="00121F17"/>
    <w:rsid w:val="00135529"/>
    <w:rsid w:val="00173696"/>
    <w:rsid w:val="001F6EB1"/>
    <w:rsid w:val="00200AA6"/>
    <w:rsid w:val="0023666C"/>
    <w:rsid w:val="00255BB1"/>
    <w:rsid w:val="003F1F08"/>
    <w:rsid w:val="0041028A"/>
    <w:rsid w:val="004A68AB"/>
    <w:rsid w:val="004F4001"/>
    <w:rsid w:val="00577480"/>
    <w:rsid w:val="005912E6"/>
    <w:rsid w:val="006640DD"/>
    <w:rsid w:val="007045A9"/>
    <w:rsid w:val="00714278"/>
    <w:rsid w:val="008F450E"/>
    <w:rsid w:val="00961C27"/>
    <w:rsid w:val="009D3050"/>
    <w:rsid w:val="00BC595C"/>
    <w:rsid w:val="00C67EC1"/>
    <w:rsid w:val="00C95259"/>
    <w:rsid w:val="00CC7388"/>
    <w:rsid w:val="00E7454F"/>
    <w:rsid w:val="00EA39F7"/>
    <w:rsid w:val="00F85E94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9A29"/>
  <w15:chartTrackingRefBased/>
  <w15:docId w15:val="{39FA0782-B30B-4417-998F-DB4D1603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C595C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59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F20"/>
  </w:style>
  <w:style w:type="paragraph" w:styleId="Fuzeile">
    <w:name w:val="footer"/>
    <w:basedOn w:val="Standard"/>
    <w:link w:val="FuzeileZchn"/>
    <w:uiPriority w:val="99"/>
    <w:unhideWhenUsed/>
    <w:rsid w:val="00FD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at.provinz.bz.it/de/aktuelles-publikationen-info.asp?news_action=4&amp;news_article_id=6187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F2AE3D9F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Ratering, Matthias</cp:lastModifiedBy>
  <cp:revision>22</cp:revision>
  <dcterms:created xsi:type="dcterms:W3CDTF">2018-11-15T14:17:00Z</dcterms:created>
  <dcterms:modified xsi:type="dcterms:W3CDTF">2018-11-19T10:11:00Z</dcterms:modified>
</cp:coreProperties>
</file>